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62D3DE18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2A474F">
        <w:rPr>
          <w:rFonts w:ascii="Arial" w:hAnsi="Arial" w:cs="Arial"/>
          <w:bCs/>
          <w:i w:val="0"/>
          <w:szCs w:val="24"/>
        </w:rPr>
        <w:t>8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</w:t>
      </w:r>
      <w:proofErr w:type="spellStart"/>
      <w:r w:rsidR="00FE497B" w:rsidRPr="00FE497B">
        <w:rPr>
          <w:rFonts w:ascii="Arial" w:hAnsi="Arial" w:cs="Arial"/>
          <w:sz w:val="24"/>
          <w:szCs w:val="24"/>
        </w:rPr>
        <w:t>t.j</w:t>
      </w:r>
      <w:proofErr w:type="spellEnd"/>
      <w:r w:rsidR="00FE497B" w:rsidRPr="00FE497B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446C9B04" w:rsidR="00D520D3" w:rsidRPr="00A2540E" w:rsidRDefault="00D44964" w:rsidP="002658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449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Wykonanie badań hydrotechnicznych gruntu na terenie gminy Brześć Kujawski oraz przebudowa sieci wodociągowej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D449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Starym Brześciu Parcele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5E8C73A1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2A474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13884" w14:textId="77777777" w:rsidR="007D787F" w:rsidRDefault="007D787F" w:rsidP="00025386">
      <w:pPr>
        <w:spacing w:after="0" w:line="240" w:lineRule="auto"/>
      </w:pPr>
      <w:r>
        <w:separator/>
      </w:r>
    </w:p>
  </w:endnote>
  <w:endnote w:type="continuationSeparator" w:id="0">
    <w:p w14:paraId="25257FEE" w14:textId="77777777" w:rsidR="007D787F" w:rsidRDefault="007D787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205F7" w14:textId="77777777" w:rsidR="007D787F" w:rsidRDefault="007D787F" w:rsidP="00025386">
      <w:pPr>
        <w:spacing w:after="0" w:line="240" w:lineRule="auto"/>
      </w:pPr>
      <w:r>
        <w:separator/>
      </w:r>
    </w:p>
  </w:footnote>
  <w:footnote w:type="continuationSeparator" w:id="0">
    <w:p w14:paraId="6B312F5D" w14:textId="77777777" w:rsidR="007D787F" w:rsidRDefault="007D787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0092F"/>
    <w:rsid w:val="00025386"/>
    <w:rsid w:val="000423B9"/>
    <w:rsid w:val="00053927"/>
    <w:rsid w:val="00066C44"/>
    <w:rsid w:val="00071D4C"/>
    <w:rsid w:val="00084786"/>
    <w:rsid w:val="000D6465"/>
    <w:rsid w:val="000F583F"/>
    <w:rsid w:val="00105860"/>
    <w:rsid w:val="00112374"/>
    <w:rsid w:val="0016158F"/>
    <w:rsid w:val="001C2314"/>
    <w:rsid w:val="00213980"/>
    <w:rsid w:val="002647A0"/>
    <w:rsid w:val="002658C2"/>
    <w:rsid w:val="00291AD0"/>
    <w:rsid w:val="002A474F"/>
    <w:rsid w:val="003317EC"/>
    <w:rsid w:val="003E2C05"/>
    <w:rsid w:val="004374F2"/>
    <w:rsid w:val="0044320C"/>
    <w:rsid w:val="00460705"/>
    <w:rsid w:val="00467CA2"/>
    <w:rsid w:val="00485239"/>
    <w:rsid w:val="004E27D7"/>
    <w:rsid w:val="00531DF5"/>
    <w:rsid w:val="0055145C"/>
    <w:rsid w:val="005624D8"/>
    <w:rsid w:val="005A6321"/>
    <w:rsid w:val="00620476"/>
    <w:rsid w:val="00657A47"/>
    <w:rsid w:val="00662438"/>
    <w:rsid w:val="00711218"/>
    <w:rsid w:val="0071340C"/>
    <w:rsid w:val="00736CA8"/>
    <w:rsid w:val="00740D8D"/>
    <w:rsid w:val="00745A44"/>
    <w:rsid w:val="007666D6"/>
    <w:rsid w:val="00781285"/>
    <w:rsid w:val="007A66FB"/>
    <w:rsid w:val="007D6755"/>
    <w:rsid w:val="007D787F"/>
    <w:rsid w:val="007F49C7"/>
    <w:rsid w:val="00824D73"/>
    <w:rsid w:val="00830970"/>
    <w:rsid w:val="00841286"/>
    <w:rsid w:val="008833CF"/>
    <w:rsid w:val="008B797E"/>
    <w:rsid w:val="008F2498"/>
    <w:rsid w:val="0093388F"/>
    <w:rsid w:val="00995CA2"/>
    <w:rsid w:val="009D7F29"/>
    <w:rsid w:val="009F1D27"/>
    <w:rsid w:val="00A56A6F"/>
    <w:rsid w:val="00A87380"/>
    <w:rsid w:val="00AF4E90"/>
    <w:rsid w:val="00AF7375"/>
    <w:rsid w:val="00B62AD0"/>
    <w:rsid w:val="00B722C6"/>
    <w:rsid w:val="00B77707"/>
    <w:rsid w:val="00BE3BCE"/>
    <w:rsid w:val="00C6707D"/>
    <w:rsid w:val="00C671BA"/>
    <w:rsid w:val="00C937CE"/>
    <w:rsid w:val="00CB29AC"/>
    <w:rsid w:val="00D37B52"/>
    <w:rsid w:val="00D44964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  <w:rsid w:val="00FE497B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10</cp:revision>
  <dcterms:created xsi:type="dcterms:W3CDTF">2025-01-16T10:17:00Z</dcterms:created>
  <dcterms:modified xsi:type="dcterms:W3CDTF">2025-06-25T12:36:00Z</dcterms:modified>
</cp:coreProperties>
</file>